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1F969" w14:textId="77777777" w:rsidR="002A1AFD" w:rsidRDefault="002A1AFD" w:rsidP="002A1AFD">
      <w:pPr>
        <w:spacing w:after="120"/>
        <w:rPr>
          <w:b/>
          <w:w w:val="90"/>
          <w:kern w:val="2"/>
          <w:sz w:val="30"/>
          <w:szCs w:val="30"/>
        </w:rPr>
      </w:pPr>
    </w:p>
    <w:p w14:paraId="721D9832" w14:textId="33BE974D" w:rsidR="0086011A" w:rsidRPr="00C43483" w:rsidRDefault="0086011A" w:rsidP="0086011A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Čestné prohlášení o splnění základní způsobilosti, ke střetu zájmů a ke společensky odpovědnému plnění veřejné zakázky</w:t>
      </w:r>
    </w:p>
    <w:p w14:paraId="7464AB0D" w14:textId="31BF3DFD" w:rsidR="0086011A" w:rsidRPr="00F359D1" w:rsidRDefault="0086011A" w:rsidP="00A20C02">
      <w:pPr>
        <w:spacing w:after="120"/>
        <w:jc w:val="center"/>
        <w:rPr>
          <w:rFonts w:ascii="Calibri" w:hAnsi="Calibri" w:cs="Calibri"/>
          <w:b/>
          <w:sz w:val="24"/>
          <w:szCs w:val="24"/>
        </w:rPr>
      </w:pPr>
      <w:r w:rsidRPr="00F359D1">
        <w:rPr>
          <w:rFonts w:ascii="Calibri" w:hAnsi="Calibri" w:cs="Calibri"/>
          <w:sz w:val="24"/>
          <w:szCs w:val="24"/>
        </w:rPr>
        <w:t>v rámci veřejné zakázky</w:t>
      </w:r>
    </w:p>
    <w:p w14:paraId="5502F959" w14:textId="75105627" w:rsidR="0086011A" w:rsidRPr="00571CF0" w:rsidRDefault="0086011A" w:rsidP="00A20C02">
      <w:pPr>
        <w:spacing w:after="120"/>
        <w:jc w:val="center"/>
        <w:rPr>
          <w:rFonts w:ascii="Calibri" w:hAnsi="Calibri" w:cs="Calibri"/>
          <w:szCs w:val="28"/>
        </w:rPr>
      </w:pPr>
      <w:r w:rsidRPr="00D802B5">
        <w:rPr>
          <w:rFonts w:ascii="Calibri" w:hAnsi="Calibri" w:cs="Calibri"/>
          <w:szCs w:val="28"/>
        </w:rPr>
        <w:t xml:space="preserve"> </w:t>
      </w:r>
      <w:r w:rsidR="00B93429">
        <w:rPr>
          <w:rFonts w:ascii="Calibri" w:hAnsi="Calibri" w:cs="Calibri"/>
          <w:szCs w:val="28"/>
        </w:rPr>
        <w:t>„</w:t>
      </w:r>
      <w:r w:rsidR="00B93429" w:rsidRPr="00B93429">
        <w:rPr>
          <w:rFonts w:ascii="Calibri" w:hAnsi="Calibri" w:cs="Calibri"/>
          <w:b/>
          <w:bCs/>
          <w:szCs w:val="28"/>
        </w:rPr>
        <w:t>Výkon technického dozoru stavebníka a koordinátora BOZP pro stavbu Rekonstrukce zdravotechniky</w:t>
      </w:r>
      <w:r w:rsidRPr="00571CF0">
        <w:rPr>
          <w:rFonts w:ascii="Calibri" w:hAnsi="Calibri" w:cs="Calibri"/>
          <w:szCs w:val="28"/>
        </w:rPr>
        <w:t>“</w:t>
      </w:r>
    </w:p>
    <w:p w14:paraId="6E24AD43" w14:textId="77777777" w:rsidR="0086011A" w:rsidRPr="00A179BD" w:rsidRDefault="0086011A" w:rsidP="0086011A">
      <w:pPr>
        <w:rPr>
          <w:rFonts w:ascii="Calibri" w:hAnsi="Calibri" w:cs="Arial"/>
        </w:rPr>
      </w:pPr>
    </w:p>
    <w:p w14:paraId="1017CCB1" w14:textId="77777777" w:rsidR="0086011A" w:rsidRDefault="0086011A" w:rsidP="0086011A">
      <w:pPr>
        <w:jc w:val="both"/>
        <w:rPr>
          <w:rFonts w:ascii="Calibri" w:hAnsi="Calibri" w:cs="Calibri"/>
          <w:b/>
          <w:sz w:val="28"/>
          <w:szCs w:val="28"/>
        </w:rPr>
      </w:pPr>
    </w:p>
    <w:p w14:paraId="7C14649C" w14:textId="77777777" w:rsidR="0086011A" w:rsidRPr="00F359D1" w:rsidRDefault="0086011A" w:rsidP="0086011A">
      <w:pPr>
        <w:jc w:val="both"/>
        <w:rPr>
          <w:rFonts w:asciiTheme="minorHAnsi" w:hAnsiTheme="minorHAnsi" w:cstheme="minorHAnsi"/>
        </w:rPr>
      </w:pPr>
      <w:r w:rsidRPr="00F359D1">
        <w:rPr>
          <w:rFonts w:asciiTheme="minorHAnsi" w:hAnsiTheme="minorHAnsi" w:cstheme="minorHAnsi"/>
        </w:rPr>
        <w:t xml:space="preserve">Tímto </w:t>
      </w:r>
      <w:r w:rsidRPr="00F359D1">
        <w:rPr>
          <w:rFonts w:asciiTheme="minorHAnsi" w:hAnsiTheme="minorHAnsi" w:cstheme="minorHAnsi"/>
          <w:b/>
        </w:rPr>
        <w:t>čestně prohlašuji</w:t>
      </w:r>
      <w:r w:rsidRPr="00F359D1">
        <w:rPr>
          <w:rFonts w:asciiTheme="minorHAnsi" w:hAnsiTheme="minorHAnsi" w:cstheme="minorHAnsi"/>
        </w:rPr>
        <w:t>, že:</w:t>
      </w:r>
    </w:p>
    <w:p w14:paraId="3564AB5C" w14:textId="77777777" w:rsidR="0086011A" w:rsidRPr="00F359D1" w:rsidRDefault="0086011A" w:rsidP="0086011A">
      <w:pPr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 w:cstheme="minorHAnsi"/>
          <w:bCs/>
        </w:rPr>
      </w:pPr>
      <w:r w:rsidRPr="00F359D1">
        <w:rPr>
          <w:rFonts w:asciiTheme="minorHAnsi" w:hAnsiTheme="minorHAnsi" w:cstheme="minorHAnsi"/>
          <w:bCs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720EB778" w14:textId="77777777" w:rsidR="0086011A" w:rsidRDefault="0086011A" w:rsidP="0086011A">
      <w:pPr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 w:cstheme="minorHAnsi"/>
          <w:bCs/>
        </w:rPr>
      </w:pPr>
      <w:r w:rsidRPr="00F359D1">
        <w:rPr>
          <w:rFonts w:asciiTheme="minorHAnsi" w:hAnsiTheme="minorHAnsi" w:cstheme="minorHAnsi"/>
          <w:bCs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39A168A3" w14:textId="77777777" w:rsidR="0086011A" w:rsidRPr="00F359D1" w:rsidRDefault="0086011A" w:rsidP="0086011A">
      <w:pPr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 w:cstheme="minorHAnsi"/>
          <w:bCs/>
        </w:rPr>
      </w:pPr>
      <w:r w:rsidRPr="00902060">
        <w:rPr>
          <w:rFonts w:asciiTheme="minorHAnsi" w:hAnsiTheme="minorHAnsi" w:cstheme="minorHAnsi"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0037FA3A" w14:textId="77777777" w:rsidR="0086011A" w:rsidRDefault="0086011A" w:rsidP="0086011A">
      <w:pPr>
        <w:jc w:val="both"/>
        <w:rPr>
          <w:rFonts w:ascii="Calibri" w:hAnsi="Calibri" w:cs="Calibri"/>
          <w:b/>
          <w:sz w:val="28"/>
          <w:szCs w:val="28"/>
        </w:rPr>
      </w:pPr>
    </w:p>
    <w:p w14:paraId="7E8741B5" w14:textId="77777777" w:rsidR="0086011A" w:rsidRDefault="0086011A" w:rsidP="0086011A">
      <w:pPr>
        <w:jc w:val="both"/>
        <w:rPr>
          <w:rFonts w:ascii="Calibri" w:hAnsi="Calibri" w:cs="Calibri"/>
          <w:b/>
          <w:sz w:val="28"/>
          <w:szCs w:val="28"/>
        </w:rPr>
      </w:pPr>
    </w:p>
    <w:p w14:paraId="25F0B744" w14:textId="77777777" w:rsidR="0086011A" w:rsidRPr="00CA0339" w:rsidRDefault="0086011A" w:rsidP="0086011A">
      <w:pPr>
        <w:jc w:val="both"/>
        <w:rPr>
          <w:rFonts w:ascii="Calibri" w:hAnsi="Calibri" w:cs="Arial"/>
          <w:sz w:val="22"/>
          <w:szCs w:val="22"/>
        </w:rPr>
      </w:pPr>
      <w:r w:rsidRPr="00CA0339">
        <w:rPr>
          <w:rFonts w:ascii="Calibri" w:hAnsi="Calibri" w:cs="Calibri"/>
          <w:b/>
          <w:sz w:val="28"/>
          <w:szCs w:val="28"/>
        </w:rPr>
        <w:t>Čestné prohlášení ke společensky odpovědnému plnění veřejné zakázky</w:t>
      </w:r>
    </w:p>
    <w:p w14:paraId="1EB36CD1" w14:textId="77777777" w:rsidR="0086011A" w:rsidRPr="00A179BD" w:rsidRDefault="0086011A" w:rsidP="0086011A">
      <w:pPr>
        <w:jc w:val="both"/>
        <w:rPr>
          <w:rFonts w:ascii="Arial" w:eastAsia="Calibri" w:hAnsi="Arial" w:cs="Arial"/>
          <w:b/>
          <w:bCs/>
          <w:color w:val="000000"/>
          <w:lang w:eastAsia="en-US"/>
        </w:rPr>
      </w:pPr>
      <w:r>
        <w:rPr>
          <w:rFonts w:ascii="Calibri" w:hAnsi="Calibri" w:cs="Arial"/>
        </w:rPr>
        <w:t xml:space="preserve">Tímto čestně prohlašuji, že jako dodavatel výše uvedené </w:t>
      </w:r>
      <w:r w:rsidRPr="00A179BD">
        <w:rPr>
          <w:rFonts w:ascii="Calibri" w:hAnsi="Calibri" w:cs="Arial"/>
        </w:rPr>
        <w:t>veřejn</w:t>
      </w:r>
      <w:r>
        <w:rPr>
          <w:rFonts w:ascii="Calibri" w:hAnsi="Calibri" w:cs="Arial"/>
        </w:rPr>
        <w:t>é</w:t>
      </w:r>
      <w:r w:rsidRPr="00A179BD">
        <w:rPr>
          <w:rFonts w:ascii="Calibri" w:hAnsi="Calibri" w:cs="Arial"/>
        </w:rPr>
        <w:t xml:space="preserve"> zakázk</w:t>
      </w:r>
      <w:r>
        <w:rPr>
          <w:rFonts w:ascii="Calibri" w:hAnsi="Calibri" w:cs="Arial"/>
        </w:rPr>
        <w:t>y</w:t>
      </w:r>
      <w:r w:rsidRPr="00A179BD">
        <w:rPr>
          <w:rFonts w:ascii="Calibri" w:hAnsi="Calibri" w:cs="Calibri"/>
        </w:rPr>
        <w:t xml:space="preserve">, </w:t>
      </w:r>
      <w:r w:rsidRPr="00A179BD">
        <w:rPr>
          <w:rFonts w:ascii="Calibri" w:hAnsi="Calibri" w:cs="Arial"/>
        </w:rPr>
        <w:t>zajistí</w:t>
      </w:r>
      <w:r>
        <w:rPr>
          <w:rFonts w:ascii="Calibri" w:hAnsi="Calibri" w:cs="Arial"/>
        </w:rPr>
        <w:t>me</w:t>
      </w:r>
      <w:r w:rsidRPr="00A179BD">
        <w:rPr>
          <w:rFonts w:ascii="Calibri" w:hAnsi="Calibri" w:cs="Arial"/>
        </w:rPr>
        <w:t xml:space="preserve"> po celou dobu plnění veřejné zakázky 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podílejí. Plnění těchto povinností zajistí</w:t>
      </w:r>
      <w:r>
        <w:rPr>
          <w:rFonts w:ascii="Calibri" w:hAnsi="Calibri" w:cs="Arial"/>
        </w:rPr>
        <w:t>me</w:t>
      </w:r>
      <w:r w:rsidRPr="00A179BD">
        <w:rPr>
          <w:rFonts w:ascii="Calibri" w:hAnsi="Calibri" w:cs="Arial"/>
        </w:rPr>
        <w:t xml:space="preserve"> i u svých poddodavatelů, sjednání a dodržování smluvních podmínek se svými poddodavateli srovnatelných s podmínkami sjednanými ve smlouvě na plnění veřejné zakázky, 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4C58B57C" w14:textId="77777777" w:rsidR="00A96AA0" w:rsidRDefault="00A96AA0" w:rsidP="0086011A">
      <w:pPr>
        <w:spacing w:before="360"/>
        <w:jc w:val="both"/>
        <w:rPr>
          <w:rFonts w:asciiTheme="minorHAnsi" w:hAnsiTheme="minorHAnsi" w:cstheme="minorHAnsi"/>
          <w:lang w:eastAsia="en-US"/>
        </w:rPr>
      </w:pPr>
    </w:p>
    <w:p w14:paraId="646261D8" w14:textId="5991E05A" w:rsidR="0086011A" w:rsidRPr="00A179BD" w:rsidRDefault="0086011A" w:rsidP="0086011A">
      <w:pPr>
        <w:spacing w:before="360"/>
        <w:jc w:val="both"/>
        <w:rPr>
          <w:rFonts w:asciiTheme="minorHAnsi" w:hAnsiTheme="minorHAnsi" w:cstheme="minorHAnsi"/>
          <w:lang w:eastAsia="en-US"/>
        </w:rPr>
      </w:pPr>
      <w:r w:rsidRPr="00A179BD">
        <w:rPr>
          <w:rFonts w:asciiTheme="minorHAnsi" w:hAnsiTheme="minorHAnsi" w:cstheme="minorHAnsi"/>
          <w:lang w:eastAsia="en-US"/>
        </w:rPr>
        <w:t>V ………………………… dne: ……………………………</w:t>
      </w:r>
    </w:p>
    <w:p w14:paraId="2D508618" w14:textId="77777777" w:rsidR="0086011A" w:rsidRPr="00A179BD" w:rsidRDefault="0086011A" w:rsidP="0086011A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</w:p>
    <w:p w14:paraId="05350C68" w14:textId="77777777" w:rsidR="0086011A" w:rsidRPr="00A179BD" w:rsidRDefault="0086011A" w:rsidP="0086011A">
      <w:pPr>
        <w:spacing w:before="240"/>
        <w:rPr>
          <w:rFonts w:ascii="Calibri" w:eastAsia="Calibri" w:hAnsi="Calibri"/>
          <w:lang w:eastAsia="en-US"/>
        </w:rPr>
      </w:pPr>
    </w:p>
    <w:p w14:paraId="5F29A268" w14:textId="77777777" w:rsidR="0086011A" w:rsidRPr="00A179BD" w:rsidRDefault="0086011A" w:rsidP="0086011A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_______________________________</w:t>
      </w:r>
    </w:p>
    <w:p w14:paraId="5B486B90" w14:textId="77777777" w:rsidR="0086011A" w:rsidRPr="00AA3DE5" w:rsidRDefault="0086011A" w:rsidP="0086011A"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podpis oprávněné osoby</w:t>
      </w:r>
    </w:p>
    <w:p w14:paraId="2674EBD2" w14:textId="77777777" w:rsidR="00796099" w:rsidRDefault="00796099" w:rsidP="0062523F">
      <w:pPr>
        <w:tabs>
          <w:tab w:val="left" w:pos="1843"/>
        </w:tabs>
        <w:ind w:right="283" w:firstLine="142"/>
        <w:jc w:val="both"/>
        <w:rPr>
          <w:rFonts w:ascii="Arial" w:hAnsi="Arial"/>
          <w:bCs/>
          <w:sz w:val="22"/>
          <w:szCs w:val="22"/>
        </w:rPr>
      </w:pPr>
    </w:p>
    <w:sectPr w:rsidR="00796099" w:rsidSect="00E203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284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DEE6E" w14:textId="77777777" w:rsidR="00F41E76" w:rsidRDefault="00F41E76" w:rsidP="00F4416E">
      <w:r>
        <w:separator/>
      </w:r>
    </w:p>
  </w:endnote>
  <w:endnote w:type="continuationSeparator" w:id="0">
    <w:p w14:paraId="2C564A3D" w14:textId="77777777" w:rsidR="00F41E76" w:rsidRDefault="00F41E76" w:rsidP="00F44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125F6" w14:textId="77777777" w:rsidR="00086FF0" w:rsidRDefault="00086F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1FBA7" w14:textId="6B5D0C05" w:rsidR="00F4416E" w:rsidRDefault="00086FF0">
    <w:pPr>
      <w:pStyle w:val="Zpat"/>
    </w:pPr>
    <w:r>
      <w:rPr>
        <w:noProof/>
      </w:rPr>
      <w:drawing>
        <wp:inline distT="0" distB="0" distL="0" distR="0" wp14:anchorId="5E5F0E4D" wp14:editId="556DFCC7">
          <wp:extent cx="5940425" cy="209550"/>
          <wp:effectExtent l="0" t="0" r="3175" b="0"/>
          <wp:docPr id="107742609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DB280" w14:textId="77777777" w:rsidR="00086FF0" w:rsidRDefault="00086F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B5C25" w14:textId="77777777" w:rsidR="00F41E76" w:rsidRDefault="00F41E76" w:rsidP="00F4416E">
      <w:r>
        <w:separator/>
      </w:r>
    </w:p>
  </w:footnote>
  <w:footnote w:type="continuationSeparator" w:id="0">
    <w:p w14:paraId="6B17CB27" w14:textId="77777777" w:rsidR="00F41E76" w:rsidRDefault="00F41E76" w:rsidP="00F44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F3F57" w14:textId="77777777" w:rsidR="00086FF0" w:rsidRDefault="00086F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EAFD8" w14:textId="3DE40FEE" w:rsidR="00086FF0" w:rsidRDefault="00086FF0">
    <w:pPr>
      <w:pStyle w:val="Zhlav"/>
    </w:pPr>
    <w:r>
      <w:rPr>
        <w:noProof/>
      </w:rPr>
      <w:drawing>
        <wp:inline distT="0" distB="0" distL="0" distR="0" wp14:anchorId="1C2BCF10" wp14:editId="1CF5D0EB">
          <wp:extent cx="5940425" cy="690245"/>
          <wp:effectExtent l="0" t="0" r="3175" b="0"/>
          <wp:docPr id="174904371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84A00" w14:textId="77777777" w:rsidR="00086FF0" w:rsidRDefault="00086F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A7A6E"/>
    <w:multiLevelType w:val="hybridMultilevel"/>
    <w:tmpl w:val="1DE66F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F4578"/>
    <w:multiLevelType w:val="hybridMultilevel"/>
    <w:tmpl w:val="1DE66F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750461">
    <w:abstractNumId w:val="1"/>
  </w:num>
  <w:num w:numId="2" w16cid:durableId="755833183">
    <w:abstractNumId w:val="2"/>
  </w:num>
  <w:num w:numId="3" w16cid:durableId="458426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56"/>
    <w:rsid w:val="00000CEE"/>
    <w:rsid w:val="00004D05"/>
    <w:rsid w:val="000057FE"/>
    <w:rsid w:val="00005A34"/>
    <w:rsid w:val="000063CE"/>
    <w:rsid w:val="000117A0"/>
    <w:rsid w:val="00014D7D"/>
    <w:rsid w:val="00022A45"/>
    <w:rsid w:val="000243AC"/>
    <w:rsid w:val="0002469E"/>
    <w:rsid w:val="0003160B"/>
    <w:rsid w:val="000533BA"/>
    <w:rsid w:val="00061A33"/>
    <w:rsid w:val="00063413"/>
    <w:rsid w:val="00065BF1"/>
    <w:rsid w:val="00065CF4"/>
    <w:rsid w:val="00077343"/>
    <w:rsid w:val="00077D48"/>
    <w:rsid w:val="00086FF0"/>
    <w:rsid w:val="00087148"/>
    <w:rsid w:val="000930FD"/>
    <w:rsid w:val="00095A6E"/>
    <w:rsid w:val="00095E6A"/>
    <w:rsid w:val="000B4498"/>
    <w:rsid w:val="000C7F91"/>
    <w:rsid w:val="000D43BF"/>
    <w:rsid w:val="000D7241"/>
    <w:rsid w:val="000E06FF"/>
    <w:rsid w:val="000E139D"/>
    <w:rsid w:val="000F3055"/>
    <w:rsid w:val="000F416D"/>
    <w:rsid w:val="00100015"/>
    <w:rsid w:val="00101B6D"/>
    <w:rsid w:val="0013313F"/>
    <w:rsid w:val="00134B23"/>
    <w:rsid w:val="001374FD"/>
    <w:rsid w:val="001433F0"/>
    <w:rsid w:val="00143DCA"/>
    <w:rsid w:val="00154C71"/>
    <w:rsid w:val="00177247"/>
    <w:rsid w:val="0017759F"/>
    <w:rsid w:val="00181809"/>
    <w:rsid w:val="00192D87"/>
    <w:rsid w:val="00196132"/>
    <w:rsid w:val="00197295"/>
    <w:rsid w:val="001A152F"/>
    <w:rsid w:val="001A6A3B"/>
    <w:rsid w:val="001A735F"/>
    <w:rsid w:val="001B58B6"/>
    <w:rsid w:val="001B7F4C"/>
    <w:rsid w:val="001C33A4"/>
    <w:rsid w:val="001E572E"/>
    <w:rsid w:val="001E5C2E"/>
    <w:rsid w:val="001E7824"/>
    <w:rsid w:val="001E79BB"/>
    <w:rsid w:val="00212107"/>
    <w:rsid w:val="00213566"/>
    <w:rsid w:val="00215B56"/>
    <w:rsid w:val="002177F7"/>
    <w:rsid w:val="00232F82"/>
    <w:rsid w:val="00235D2F"/>
    <w:rsid w:val="0023782D"/>
    <w:rsid w:val="00237F0C"/>
    <w:rsid w:val="00263CA3"/>
    <w:rsid w:val="0027028B"/>
    <w:rsid w:val="0027136C"/>
    <w:rsid w:val="00274A74"/>
    <w:rsid w:val="0028035F"/>
    <w:rsid w:val="0028121A"/>
    <w:rsid w:val="00293F99"/>
    <w:rsid w:val="002941C7"/>
    <w:rsid w:val="00296EA4"/>
    <w:rsid w:val="002A03C2"/>
    <w:rsid w:val="002A1AFD"/>
    <w:rsid w:val="002A6D39"/>
    <w:rsid w:val="002B050F"/>
    <w:rsid w:val="002B0559"/>
    <w:rsid w:val="002B221B"/>
    <w:rsid w:val="002D2F03"/>
    <w:rsid w:val="002D599F"/>
    <w:rsid w:val="002F117B"/>
    <w:rsid w:val="002F270F"/>
    <w:rsid w:val="0030568A"/>
    <w:rsid w:val="003110AC"/>
    <w:rsid w:val="00315F85"/>
    <w:rsid w:val="003170F9"/>
    <w:rsid w:val="00322573"/>
    <w:rsid w:val="00324351"/>
    <w:rsid w:val="003260D0"/>
    <w:rsid w:val="003401E4"/>
    <w:rsid w:val="00340EAE"/>
    <w:rsid w:val="003438AF"/>
    <w:rsid w:val="003523BA"/>
    <w:rsid w:val="00363FC7"/>
    <w:rsid w:val="0036433E"/>
    <w:rsid w:val="00366687"/>
    <w:rsid w:val="00367794"/>
    <w:rsid w:val="00370C24"/>
    <w:rsid w:val="00373A1E"/>
    <w:rsid w:val="003765E3"/>
    <w:rsid w:val="00381215"/>
    <w:rsid w:val="00384428"/>
    <w:rsid w:val="003939D7"/>
    <w:rsid w:val="00394A62"/>
    <w:rsid w:val="00395053"/>
    <w:rsid w:val="0039587E"/>
    <w:rsid w:val="00396A86"/>
    <w:rsid w:val="003A3413"/>
    <w:rsid w:val="003A3D56"/>
    <w:rsid w:val="003A78C3"/>
    <w:rsid w:val="003D1DB9"/>
    <w:rsid w:val="003E5618"/>
    <w:rsid w:val="003F6866"/>
    <w:rsid w:val="003F6BA4"/>
    <w:rsid w:val="004067C3"/>
    <w:rsid w:val="00416888"/>
    <w:rsid w:val="0042331A"/>
    <w:rsid w:val="004409E4"/>
    <w:rsid w:val="004429DB"/>
    <w:rsid w:val="00442E5C"/>
    <w:rsid w:val="00456663"/>
    <w:rsid w:val="0048072D"/>
    <w:rsid w:val="00483B95"/>
    <w:rsid w:val="00483C36"/>
    <w:rsid w:val="0049211D"/>
    <w:rsid w:val="0049768A"/>
    <w:rsid w:val="004A0684"/>
    <w:rsid w:val="004A30E5"/>
    <w:rsid w:val="004A6888"/>
    <w:rsid w:val="004B00BF"/>
    <w:rsid w:val="004B128B"/>
    <w:rsid w:val="004B33F7"/>
    <w:rsid w:val="004B5B68"/>
    <w:rsid w:val="004B79B0"/>
    <w:rsid w:val="004C6951"/>
    <w:rsid w:val="004D032F"/>
    <w:rsid w:val="004D5750"/>
    <w:rsid w:val="004D5E95"/>
    <w:rsid w:val="004D7206"/>
    <w:rsid w:val="004F3AEC"/>
    <w:rsid w:val="004F6BF7"/>
    <w:rsid w:val="00500777"/>
    <w:rsid w:val="00512F79"/>
    <w:rsid w:val="005156DD"/>
    <w:rsid w:val="005226E5"/>
    <w:rsid w:val="005256C3"/>
    <w:rsid w:val="00530DF3"/>
    <w:rsid w:val="0053659D"/>
    <w:rsid w:val="00542442"/>
    <w:rsid w:val="005426FE"/>
    <w:rsid w:val="0054717F"/>
    <w:rsid w:val="00553A72"/>
    <w:rsid w:val="00555FE8"/>
    <w:rsid w:val="00566356"/>
    <w:rsid w:val="005710B0"/>
    <w:rsid w:val="0057413A"/>
    <w:rsid w:val="00585BEB"/>
    <w:rsid w:val="00585FDB"/>
    <w:rsid w:val="005B19AA"/>
    <w:rsid w:val="005B3D56"/>
    <w:rsid w:val="005C3C4A"/>
    <w:rsid w:val="005D69BC"/>
    <w:rsid w:val="005D6F79"/>
    <w:rsid w:val="005E2EC6"/>
    <w:rsid w:val="005E3FD1"/>
    <w:rsid w:val="005E4351"/>
    <w:rsid w:val="005E5901"/>
    <w:rsid w:val="005F0175"/>
    <w:rsid w:val="005F70E3"/>
    <w:rsid w:val="00601773"/>
    <w:rsid w:val="00605BED"/>
    <w:rsid w:val="00605D67"/>
    <w:rsid w:val="00605D81"/>
    <w:rsid w:val="00610790"/>
    <w:rsid w:val="0061430C"/>
    <w:rsid w:val="00616B77"/>
    <w:rsid w:val="0062523F"/>
    <w:rsid w:val="00635B01"/>
    <w:rsid w:val="0063657C"/>
    <w:rsid w:val="006372C8"/>
    <w:rsid w:val="00641113"/>
    <w:rsid w:val="006423B0"/>
    <w:rsid w:val="00643AB8"/>
    <w:rsid w:val="006505CD"/>
    <w:rsid w:val="00650810"/>
    <w:rsid w:val="00652DDD"/>
    <w:rsid w:val="00667722"/>
    <w:rsid w:val="00674856"/>
    <w:rsid w:val="00681AA2"/>
    <w:rsid w:val="00682AB8"/>
    <w:rsid w:val="00697F7A"/>
    <w:rsid w:val="006A1BF6"/>
    <w:rsid w:val="006B3A08"/>
    <w:rsid w:val="006B3BEC"/>
    <w:rsid w:val="006B4D59"/>
    <w:rsid w:val="006C2259"/>
    <w:rsid w:val="006D6390"/>
    <w:rsid w:val="006E0A58"/>
    <w:rsid w:val="006E4E8D"/>
    <w:rsid w:val="006E5CFC"/>
    <w:rsid w:val="006F1B2B"/>
    <w:rsid w:val="0070487F"/>
    <w:rsid w:val="007133C9"/>
    <w:rsid w:val="00721E14"/>
    <w:rsid w:val="00737E32"/>
    <w:rsid w:val="0074106C"/>
    <w:rsid w:val="00747E7D"/>
    <w:rsid w:val="0075569F"/>
    <w:rsid w:val="0076163F"/>
    <w:rsid w:val="0076763C"/>
    <w:rsid w:val="00767C7B"/>
    <w:rsid w:val="00770F1E"/>
    <w:rsid w:val="00771BCD"/>
    <w:rsid w:val="0077726C"/>
    <w:rsid w:val="00777404"/>
    <w:rsid w:val="00786D3B"/>
    <w:rsid w:val="00786EDA"/>
    <w:rsid w:val="00791A25"/>
    <w:rsid w:val="00791AEE"/>
    <w:rsid w:val="00796099"/>
    <w:rsid w:val="007B6259"/>
    <w:rsid w:val="007B6B1A"/>
    <w:rsid w:val="007C0451"/>
    <w:rsid w:val="007C49B9"/>
    <w:rsid w:val="00803349"/>
    <w:rsid w:val="008120E3"/>
    <w:rsid w:val="00820DBB"/>
    <w:rsid w:val="008441A9"/>
    <w:rsid w:val="00845B06"/>
    <w:rsid w:val="008473BE"/>
    <w:rsid w:val="00854B89"/>
    <w:rsid w:val="00855C3B"/>
    <w:rsid w:val="0086011A"/>
    <w:rsid w:val="00880C78"/>
    <w:rsid w:val="00884C79"/>
    <w:rsid w:val="008914E2"/>
    <w:rsid w:val="00891CAE"/>
    <w:rsid w:val="008965A4"/>
    <w:rsid w:val="008B157D"/>
    <w:rsid w:val="008B5B2D"/>
    <w:rsid w:val="008C2943"/>
    <w:rsid w:val="008D29A7"/>
    <w:rsid w:val="008D7D15"/>
    <w:rsid w:val="008F1167"/>
    <w:rsid w:val="008F47FC"/>
    <w:rsid w:val="00900F2D"/>
    <w:rsid w:val="00902FCB"/>
    <w:rsid w:val="009039B5"/>
    <w:rsid w:val="00903FEF"/>
    <w:rsid w:val="00913ADC"/>
    <w:rsid w:val="00916110"/>
    <w:rsid w:val="00923335"/>
    <w:rsid w:val="009241CA"/>
    <w:rsid w:val="00924E2D"/>
    <w:rsid w:val="00924F90"/>
    <w:rsid w:val="00925030"/>
    <w:rsid w:val="00931ED1"/>
    <w:rsid w:val="009346A1"/>
    <w:rsid w:val="00942350"/>
    <w:rsid w:val="00943B0C"/>
    <w:rsid w:val="0094736B"/>
    <w:rsid w:val="009579F5"/>
    <w:rsid w:val="00965DC6"/>
    <w:rsid w:val="009708AA"/>
    <w:rsid w:val="00974A6F"/>
    <w:rsid w:val="00977920"/>
    <w:rsid w:val="009872AD"/>
    <w:rsid w:val="00987E2C"/>
    <w:rsid w:val="0099208F"/>
    <w:rsid w:val="00994A8B"/>
    <w:rsid w:val="009965D1"/>
    <w:rsid w:val="009B1CD5"/>
    <w:rsid w:val="009B4465"/>
    <w:rsid w:val="009B679A"/>
    <w:rsid w:val="009C5C96"/>
    <w:rsid w:val="009D4BC2"/>
    <w:rsid w:val="009D5050"/>
    <w:rsid w:val="009D760F"/>
    <w:rsid w:val="009E58A9"/>
    <w:rsid w:val="009E7A38"/>
    <w:rsid w:val="00A074F4"/>
    <w:rsid w:val="00A13075"/>
    <w:rsid w:val="00A16C46"/>
    <w:rsid w:val="00A20C02"/>
    <w:rsid w:val="00A23934"/>
    <w:rsid w:val="00A33A4A"/>
    <w:rsid w:val="00A42E15"/>
    <w:rsid w:val="00A453E7"/>
    <w:rsid w:val="00A46379"/>
    <w:rsid w:val="00A463F8"/>
    <w:rsid w:val="00A51BF1"/>
    <w:rsid w:val="00A52310"/>
    <w:rsid w:val="00A53320"/>
    <w:rsid w:val="00A53BD9"/>
    <w:rsid w:val="00A555D0"/>
    <w:rsid w:val="00A56468"/>
    <w:rsid w:val="00A56C21"/>
    <w:rsid w:val="00A6377E"/>
    <w:rsid w:val="00A70577"/>
    <w:rsid w:val="00A715B8"/>
    <w:rsid w:val="00A76B62"/>
    <w:rsid w:val="00A76DA8"/>
    <w:rsid w:val="00A77D15"/>
    <w:rsid w:val="00A829F3"/>
    <w:rsid w:val="00A82C75"/>
    <w:rsid w:val="00A94AC1"/>
    <w:rsid w:val="00A95441"/>
    <w:rsid w:val="00A96AA0"/>
    <w:rsid w:val="00A973A8"/>
    <w:rsid w:val="00AA2D64"/>
    <w:rsid w:val="00AA4279"/>
    <w:rsid w:val="00AB0E6B"/>
    <w:rsid w:val="00AB6811"/>
    <w:rsid w:val="00AB7D8B"/>
    <w:rsid w:val="00AC62DB"/>
    <w:rsid w:val="00AD2B21"/>
    <w:rsid w:val="00AD54D3"/>
    <w:rsid w:val="00AD6CD2"/>
    <w:rsid w:val="00AD6DDD"/>
    <w:rsid w:val="00AE2326"/>
    <w:rsid w:val="00AF28F5"/>
    <w:rsid w:val="00AF4520"/>
    <w:rsid w:val="00AF489C"/>
    <w:rsid w:val="00B10656"/>
    <w:rsid w:val="00B133E0"/>
    <w:rsid w:val="00B13474"/>
    <w:rsid w:val="00B16524"/>
    <w:rsid w:val="00B16E9D"/>
    <w:rsid w:val="00B23AFA"/>
    <w:rsid w:val="00B304FC"/>
    <w:rsid w:val="00B32BD0"/>
    <w:rsid w:val="00B33706"/>
    <w:rsid w:val="00B41B57"/>
    <w:rsid w:val="00B42F9D"/>
    <w:rsid w:val="00B46B8E"/>
    <w:rsid w:val="00B55984"/>
    <w:rsid w:val="00B7074B"/>
    <w:rsid w:val="00B77211"/>
    <w:rsid w:val="00B81E5A"/>
    <w:rsid w:val="00B82566"/>
    <w:rsid w:val="00B84EBB"/>
    <w:rsid w:val="00B85552"/>
    <w:rsid w:val="00B87E8D"/>
    <w:rsid w:val="00B90A00"/>
    <w:rsid w:val="00B93429"/>
    <w:rsid w:val="00B94083"/>
    <w:rsid w:val="00B94DC0"/>
    <w:rsid w:val="00BA2AD8"/>
    <w:rsid w:val="00BB2D6C"/>
    <w:rsid w:val="00BB307D"/>
    <w:rsid w:val="00BB4C38"/>
    <w:rsid w:val="00BC1BCF"/>
    <w:rsid w:val="00BC2F2A"/>
    <w:rsid w:val="00BC49F0"/>
    <w:rsid w:val="00BD2C7A"/>
    <w:rsid w:val="00BD3DB8"/>
    <w:rsid w:val="00BE4939"/>
    <w:rsid w:val="00BE5176"/>
    <w:rsid w:val="00BE70D3"/>
    <w:rsid w:val="00BE771F"/>
    <w:rsid w:val="00BF03EE"/>
    <w:rsid w:val="00BF4684"/>
    <w:rsid w:val="00BF6E50"/>
    <w:rsid w:val="00C02A9A"/>
    <w:rsid w:val="00C03764"/>
    <w:rsid w:val="00C10D86"/>
    <w:rsid w:val="00C13C11"/>
    <w:rsid w:val="00C147BE"/>
    <w:rsid w:val="00C20E92"/>
    <w:rsid w:val="00C27E5C"/>
    <w:rsid w:val="00C27F5F"/>
    <w:rsid w:val="00C311A2"/>
    <w:rsid w:val="00C326AB"/>
    <w:rsid w:val="00C34D33"/>
    <w:rsid w:val="00C54C42"/>
    <w:rsid w:val="00C54DEB"/>
    <w:rsid w:val="00C62FC6"/>
    <w:rsid w:val="00C64F66"/>
    <w:rsid w:val="00C655E7"/>
    <w:rsid w:val="00C73647"/>
    <w:rsid w:val="00C7464F"/>
    <w:rsid w:val="00C82441"/>
    <w:rsid w:val="00C83AD5"/>
    <w:rsid w:val="00C8784F"/>
    <w:rsid w:val="00C92406"/>
    <w:rsid w:val="00C93A15"/>
    <w:rsid w:val="00C95132"/>
    <w:rsid w:val="00CA234D"/>
    <w:rsid w:val="00CA4606"/>
    <w:rsid w:val="00CB1A07"/>
    <w:rsid w:val="00CE5589"/>
    <w:rsid w:val="00CF02A8"/>
    <w:rsid w:val="00CF6539"/>
    <w:rsid w:val="00D0354B"/>
    <w:rsid w:val="00D10BAE"/>
    <w:rsid w:val="00D1260A"/>
    <w:rsid w:val="00D13D5A"/>
    <w:rsid w:val="00D33704"/>
    <w:rsid w:val="00D34FFD"/>
    <w:rsid w:val="00D470EE"/>
    <w:rsid w:val="00D53579"/>
    <w:rsid w:val="00D549CC"/>
    <w:rsid w:val="00D618EA"/>
    <w:rsid w:val="00D64F8C"/>
    <w:rsid w:val="00D667A7"/>
    <w:rsid w:val="00D679B3"/>
    <w:rsid w:val="00D72F60"/>
    <w:rsid w:val="00D7464C"/>
    <w:rsid w:val="00D746D9"/>
    <w:rsid w:val="00D77716"/>
    <w:rsid w:val="00D77811"/>
    <w:rsid w:val="00D85ECA"/>
    <w:rsid w:val="00D9747E"/>
    <w:rsid w:val="00DC2E50"/>
    <w:rsid w:val="00DC3802"/>
    <w:rsid w:val="00DD000B"/>
    <w:rsid w:val="00DD1BAF"/>
    <w:rsid w:val="00DD5E9A"/>
    <w:rsid w:val="00DE4224"/>
    <w:rsid w:val="00DE59CA"/>
    <w:rsid w:val="00DF5C86"/>
    <w:rsid w:val="00E01E86"/>
    <w:rsid w:val="00E0262C"/>
    <w:rsid w:val="00E06C18"/>
    <w:rsid w:val="00E107D9"/>
    <w:rsid w:val="00E11410"/>
    <w:rsid w:val="00E16307"/>
    <w:rsid w:val="00E20370"/>
    <w:rsid w:val="00E216D2"/>
    <w:rsid w:val="00E247FA"/>
    <w:rsid w:val="00E26E6C"/>
    <w:rsid w:val="00E31A86"/>
    <w:rsid w:val="00E37CB5"/>
    <w:rsid w:val="00E43A07"/>
    <w:rsid w:val="00E46332"/>
    <w:rsid w:val="00E574FB"/>
    <w:rsid w:val="00E603A3"/>
    <w:rsid w:val="00E62AA2"/>
    <w:rsid w:val="00E70383"/>
    <w:rsid w:val="00E7229B"/>
    <w:rsid w:val="00E75F8E"/>
    <w:rsid w:val="00E82525"/>
    <w:rsid w:val="00E83341"/>
    <w:rsid w:val="00E844DB"/>
    <w:rsid w:val="00E95CD3"/>
    <w:rsid w:val="00EA3905"/>
    <w:rsid w:val="00EA4099"/>
    <w:rsid w:val="00EB0071"/>
    <w:rsid w:val="00EC7EBA"/>
    <w:rsid w:val="00ED502F"/>
    <w:rsid w:val="00EE00AF"/>
    <w:rsid w:val="00EF29EF"/>
    <w:rsid w:val="00EF3B2F"/>
    <w:rsid w:val="00F01B76"/>
    <w:rsid w:val="00F147B6"/>
    <w:rsid w:val="00F2531A"/>
    <w:rsid w:val="00F364FA"/>
    <w:rsid w:val="00F369AC"/>
    <w:rsid w:val="00F41E76"/>
    <w:rsid w:val="00F4416E"/>
    <w:rsid w:val="00F502A5"/>
    <w:rsid w:val="00F5429D"/>
    <w:rsid w:val="00F65403"/>
    <w:rsid w:val="00F676D4"/>
    <w:rsid w:val="00F70208"/>
    <w:rsid w:val="00F70682"/>
    <w:rsid w:val="00F714A3"/>
    <w:rsid w:val="00F720E6"/>
    <w:rsid w:val="00F833E8"/>
    <w:rsid w:val="00F842A8"/>
    <w:rsid w:val="00F87485"/>
    <w:rsid w:val="00F92245"/>
    <w:rsid w:val="00F92C85"/>
    <w:rsid w:val="00FB49EA"/>
    <w:rsid w:val="00FC0976"/>
    <w:rsid w:val="00FC41C4"/>
    <w:rsid w:val="00FC4A02"/>
    <w:rsid w:val="00FC5B8E"/>
    <w:rsid w:val="00FC775B"/>
    <w:rsid w:val="00FE0C7F"/>
    <w:rsid w:val="00FE19D1"/>
    <w:rsid w:val="00FE6FBE"/>
    <w:rsid w:val="00FE76BF"/>
    <w:rsid w:val="00FF09DA"/>
    <w:rsid w:val="00FF2A54"/>
    <w:rsid w:val="00FF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38067"/>
  <w15:docId w15:val="{7E5A28A7-712A-4125-A9D0-82107389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ind w:right="283"/>
      <w:jc w:val="both"/>
      <w:outlineLvl w:val="0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818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9D50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D505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6505CD"/>
    <w:rPr>
      <w:color w:val="0000FF" w:themeColor="hyperlink"/>
      <w:u w:val="single"/>
    </w:rPr>
  </w:style>
  <w:style w:type="paragraph" w:styleId="Zhlav">
    <w:name w:val="header"/>
    <w:basedOn w:val="Normln"/>
    <w:link w:val="ZhlavChar"/>
    <w:rsid w:val="006505CD"/>
    <w:pPr>
      <w:tabs>
        <w:tab w:val="center" w:pos="4536"/>
        <w:tab w:val="right" w:pos="9072"/>
      </w:tabs>
      <w:ind w:right="284"/>
      <w:jc w:val="both"/>
    </w:pPr>
    <w:rPr>
      <w:rFonts w:ascii="Arial" w:hAnsi="Arial" w:cs="Arial"/>
      <w:sz w:val="22"/>
    </w:rPr>
  </w:style>
  <w:style w:type="character" w:customStyle="1" w:styleId="ZhlavChar">
    <w:name w:val="Záhlaví Char"/>
    <w:basedOn w:val="Standardnpsmoodstavce"/>
    <w:link w:val="Zhlav"/>
    <w:rsid w:val="006505CD"/>
    <w:rPr>
      <w:rFonts w:ascii="Arial" w:hAnsi="Arial" w:cs="Arial"/>
      <w:sz w:val="22"/>
    </w:rPr>
  </w:style>
  <w:style w:type="table" w:styleId="Mkatabulky">
    <w:name w:val="Table Grid"/>
    <w:basedOn w:val="Normlntabulka"/>
    <w:uiPriority w:val="39"/>
    <w:rsid w:val="00650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rsid w:val="006505CD"/>
    <w:pPr>
      <w:tabs>
        <w:tab w:val="center" w:pos="4536"/>
        <w:tab w:val="right" w:pos="9072"/>
      </w:tabs>
      <w:ind w:right="284"/>
      <w:jc w:val="both"/>
    </w:pPr>
    <w:rPr>
      <w:rFonts w:ascii="Arial" w:hAnsi="Arial" w:cs="Arial"/>
      <w:sz w:val="22"/>
    </w:rPr>
  </w:style>
  <w:style w:type="character" w:customStyle="1" w:styleId="ZpatChar">
    <w:name w:val="Zápatí Char"/>
    <w:basedOn w:val="Standardnpsmoodstavce"/>
    <w:link w:val="Zpat"/>
    <w:rsid w:val="006505CD"/>
    <w:rPr>
      <w:rFonts w:ascii="Arial" w:hAnsi="Arial" w:cs="Arial"/>
      <w:sz w:val="22"/>
    </w:rPr>
  </w:style>
  <w:style w:type="character" w:customStyle="1" w:styleId="Nadpis3Char">
    <w:name w:val="Nadpis 3 Char"/>
    <w:basedOn w:val="Standardnpsmoodstavce"/>
    <w:link w:val="Nadpis3"/>
    <w:semiHidden/>
    <w:rsid w:val="001818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Zkladntext">
    <w:name w:val="Body Text"/>
    <w:basedOn w:val="Normln"/>
    <w:link w:val="ZkladntextChar"/>
    <w:rsid w:val="003A78C3"/>
    <w:pPr>
      <w:spacing w:line="360" w:lineRule="auto"/>
      <w:ind w:right="284"/>
      <w:jc w:val="both"/>
    </w:pPr>
    <w:rPr>
      <w:rFonts w:ascii="Arial" w:hAnsi="Arial" w:cs="Arial"/>
      <w:sz w:val="24"/>
    </w:rPr>
  </w:style>
  <w:style w:type="character" w:customStyle="1" w:styleId="ZkladntextChar">
    <w:name w:val="Základní text Char"/>
    <w:basedOn w:val="Standardnpsmoodstavce"/>
    <w:link w:val="Zkladntext"/>
    <w:rsid w:val="003A78C3"/>
    <w:rPr>
      <w:rFonts w:ascii="Arial" w:hAnsi="Arial" w:cs="Arial"/>
      <w:sz w:val="24"/>
    </w:rPr>
  </w:style>
  <w:style w:type="character" w:styleId="Siln">
    <w:name w:val="Strong"/>
    <w:basedOn w:val="Standardnpsmoodstavce"/>
    <w:qFormat/>
    <w:rsid w:val="003A78C3"/>
    <w:rPr>
      <w:b/>
      <w:bCs/>
    </w:rPr>
  </w:style>
  <w:style w:type="paragraph" w:styleId="Odstavecseseznamem">
    <w:name w:val="List Paragraph"/>
    <w:basedOn w:val="Normln"/>
    <w:uiPriority w:val="34"/>
    <w:qFormat/>
    <w:rsid w:val="0067485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095E6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mradova.alena\Documents\Uvol&#328;ov&#225;n&#237;%20student&#367;\z%20hodin%20TEV%20%20+%20odchod%20ze%20&#353;koly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C:\Users\chamradova.alena\Documents\Uvolňování studentů\z hodin TEV  + odchod ze školy.dot</Template>
  <TotalTime>286</TotalTime>
  <Pages>1</Pages>
  <Words>319</Words>
  <Characters>1941</Characters>
  <Application>Microsoft Office Word</Application>
  <DocSecurity>0</DocSecurity>
  <Lines>36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OBCHODNÍ AKADEMIE  OSTRAVA-PORUBA</vt:lpstr>
    </vt:vector>
  </TitlesOfParts>
  <Company>OA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AKADEMIE  OSTRAVA-PORUBA</dc:title>
  <dc:creator>Alena Chamradová</dc:creator>
  <cp:lastModifiedBy>Jakub Mojžíš</cp:lastModifiedBy>
  <cp:revision>254</cp:revision>
  <cp:lastPrinted>2025-10-13T08:06:00Z</cp:lastPrinted>
  <dcterms:created xsi:type="dcterms:W3CDTF">2025-09-01T14:25:00Z</dcterms:created>
  <dcterms:modified xsi:type="dcterms:W3CDTF">2026-02-04T12:19:00Z</dcterms:modified>
</cp:coreProperties>
</file>